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8F1C4F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Wirt County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094301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8F1C4F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8F1C4F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36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8F1C4F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85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8F1C4F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36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8F1C4F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42.4%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8F1C4F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55.6%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8F1C4F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44.4%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8F1C4F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8F1C4F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8F1C4F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91.7%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8F1C4F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5.6%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8F1C4F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2.8%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8F1C4F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8F1C4F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8F1C4F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8F1C4F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8F1C4F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8F1C4F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8F1C4F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8F1C4F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8F1C4F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8F1C4F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8F1C4F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97.2%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8F1C4F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8F1C4F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8F1C4F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8F1C4F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8F1C4F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8F1C4F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47.2%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8F1C4F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19.4%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8F1C4F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13.9%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8F1C4F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8F1C4F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8F1C4F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  <w:tc>
          <w:tcPr>
            <w:tcW w:w="912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13.9%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22.2%</w:t>
            </w:r>
          </w:p>
        </w:tc>
        <w:tc>
          <w:tcPr>
            <w:tcW w:w="912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61.1%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38.9%</w:t>
            </w:r>
          </w:p>
        </w:tc>
        <w:tc>
          <w:tcPr>
            <w:tcW w:w="912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  <w:tc>
          <w:tcPr>
            <w:tcW w:w="912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  <w:tc>
          <w:tcPr>
            <w:tcW w:w="912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  <w:tc>
          <w:tcPr>
            <w:tcW w:w="912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8F1C4F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8F1C4F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69.4%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8F1C4F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13.9%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8F1C4F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8F1C4F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8F1C4F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8F1C4F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8F1C4F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8F1C4F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8F1C4F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97.2%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8F1C4F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2.8%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8F1C4F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8F1C4F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77.8%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8F1C4F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8F1C4F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8F1C4F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8F1C4F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2.8%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8F1C4F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8F1C4F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8.3%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8F1C4F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8F1C4F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63.9%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8F1C4F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2.8%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0.0%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8F1C4F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8.3%</w:t>
            </w:r>
          </w:p>
        </w:tc>
        <w:tc>
          <w:tcPr>
            <w:tcW w:w="1440" w:type="dxa"/>
          </w:tcPr>
          <w:p w:rsidR="009B797D" w:rsidRPr="00797E2A" w:rsidRDefault="008F1C4F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2.8%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8F1C4F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8B42CE" w:rsidRPr="00797E2A" w:rsidRDefault="008F1C4F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25.0%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8F1C4F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41.7%</w:t>
            </w:r>
          </w:p>
        </w:tc>
        <w:tc>
          <w:tcPr>
            <w:tcW w:w="1440" w:type="dxa"/>
          </w:tcPr>
          <w:p w:rsidR="008B42CE" w:rsidRPr="00797E2A" w:rsidRDefault="008F1C4F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55.6%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40" w:type="dxa"/>
          </w:tcPr>
          <w:p w:rsidR="00ED0933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13.9%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2.8%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25.0%</w:t>
            </w:r>
          </w:p>
        </w:tc>
        <w:tc>
          <w:tcPr>
            <w:tcW w:w="889" w:type="pct"/>
          </w:tcPr>
          <w:p w:rsidR="004206F3" w:rsidRPr="000B28B6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75.0%</w:t>
            </w:r>
          </w:p>
        </w:tc>
        <w:tc>
          <w:tcPr>
            <w:tcW w:w="1011" w:type="pct"/>
          </w:tcPr>
          <w:p w:rsidR="004206F3" w:rsidRPr="000B28B6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22.2%</w:t>
            </w:r>
          </w:p>
        </w:tc>
        <w:tc>
          <w:tcPr>
            <w:tcW w:w="889" w:type="pct"/>
          </w:tcPr>
          <w:p w:rsidR="004206F3" w:rsidRPr="000B28B6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77.8%</w:t>
            </w:r>
          </w:p>
        </w:tc>
        <w:tc>
          <w:tcPr>
            <w:tcW w:w="1011" w:type="pct"/>
          </w:tcPr>
          <w:p w:rsidR="004206F3" w:rsidRPr="000B28B6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86.1%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13.9%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61.1%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61.1%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69.4%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22.2%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8.3%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5.6%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2250" w:type="dxa"/>
            <w:noWrap/>
          </w:tcPr>
          <w:p w:rsidR="004206F3" w:rsidRPr="00797E2A" w:rsidRDefault="008F1C4F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2.8%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19.4%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370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47.2%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370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19.4%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370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5.6%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1370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2.8%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1370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1370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1370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5.6%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30.6%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2.8%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36.1%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2.8%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36.1%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2.8%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30.6%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13.9%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30.6%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2.8%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2.8%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13.9%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2.8%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8.3%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2.8%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2.8%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2.8%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55.6%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2.8%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30.6%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47.2%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13.9%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F1C4F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2.8%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8.3%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13.9%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22.2%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19.4%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13.9%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25.0%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8.3%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25.0%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8.3%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8.3%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8.3%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8.3%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8.3%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8.3%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8.3%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8.3%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F1C4F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8.3%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126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36.1%</w:t>
            </w:r>
          </w:p>
        </w:tc>
        <w:tc>
          <w:tcPr>
            <w:tcW w:w="99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435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36.1%</w:t>
            </w:r>
          </w:p>
        </w:tc>
        <w:tc>
          <w:tcPr>
            <w:tcW w:w="1435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13.9%</w:t>
            </w:r>
          </w:p>
        </w:tc>
        <w:tc>
          <w:tcPr>
            <w:tcW w:w="126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5.6%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30.6%</w:t>
            </w:r>
          </w:p>
        </w:tc>
        <w:tc>
          <w:tcPr>
            <w:tcW w:w="99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5.6%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9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36.1%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30.6%</w:t>
            </w:r>
          </w:p>
        </w:tc>
        <w:tc>
          <w:tcPr>
            <w:tcW w:w="1435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36.1%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435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13.9%</w:t>
            </w:r>
          </w:p>
        </w:tc>
        <w:tc>
          <w:tcPr>
            <w:tcW w:w="99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35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99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35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13.9%</w:t>
            </w:r>
          </w:p>
        </w:tc>
        <w:tc>
          <w:tcPr>
            <w:tcW w:w="126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9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126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52.8%</w:t>
            </w:r>
          </w:p>
        </w:tc>
        <w:tc>
          <w:tcPr>
            <w:tcW w:w="1435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126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30.6%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41.7%</w:t>
            </w:r>
          </w:p>
        </w:tc>
        <w:tc>
          <w:tcPr>
            <w:tcW w:w="1435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126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99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66.7%</w:t>
            </w:r>
          </w:p>
        </w:tc>
        <w:tc>
          <w:tcPr>
            <w:tcW w:w="1435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30.6%</w:t>
            </w:r>
          </w:p>
        </w:tc>
        <w:tc>
          <w:tcPr>
            <w:tcW w:w="99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435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30.6%</w:t>
            </w:r>
          </w:p>
        </w:tc>
        <w:tc>
          <w:tcPr>
            <w:tcW w:w="1435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8.3%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9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13.9%</w:t>
            </w:r>
          </w:p>
        </w:tc>
        <w:tc>
          <w:tcPr>
            <w:tcW w:w="1170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435" w:type="dxa"/>
            <w:noWrap/>
          </w:tcPr>
          <w:p w:rsidR="00364F87" w:rsidRPr="00797E2A" w:rsidRDefault="008F1C4F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5.6%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27.8%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66.7%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30.6%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69.4%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63.9%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66.7%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55.6%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63.9%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63.9%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58.3%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61.1%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13.9%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8F1C4F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2.8%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C4F" w:rsidRDefault="008F1C4F" w:rsidP="0035328A">
      <w:pPr>
        <w:spacing w:after="0" w:line="240" w:lineRule="auto"/>
      </w:pPr>
      <w:r>
        <w:separator/>
      </w:r>
    </w:p>
  </w:endnote>
  <w:endnote w:type="continuationSeparator" w:id="0">
    <w:p w:rsidR="008F1C4F" w:rsidRDefault="008F1C4F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8F1C4F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C4F" w:rsidRDefault="008F1C4F" w:rsidP="0035328A">
      <w:pPr>
        <w:spacing w:after="0" w:line="240" w:lineRule="auto"/>
      </w:pPr>
      <w:r>
        <w:separator/>
      </w:r>
    </w:p>
  </w:footnote>
  <w:footnote w:type="continuationSeparator" w:id="0">
    <w:p w:rsidR="008F1C4F" w:rsidRDefault="008F1C4F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4F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8F1C4F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AFEB5041-88CA-474E-8F61-0B0D1683E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9A621-54AA-4ECF-AF5F-476B5E7AC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2016-04-26T20:04:00Z</dcterms:created>
  <dcterms:modified xsi:type="dcterms:W3CDTF">2016-04-26T20:04:00Z</dcterms:modified>
</cp:coreProperties>
</file>